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2" w:rsidRDefault="007C41D2">
      <w:pPr>
        <w:sectPr w:rsidR="007C41D2" w:rsidSect="00BA3CE9">
          <w:headerReference w:type="default" r:id="rId8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</w:pPr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lastRenderedPageBreak/>
        <w:t>ESPECIFICACIONES TÉCNICAS</w:t>
      </w: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</w:pPr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t>(EXPTE. PG.SA.JU 14-25)</w:t>
      </w: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</w:pP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</w:pP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</w:pP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</w:pPr>
      <w:proofErr w:type="gramStart"/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t>1)</w:t>
      </w:r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t>Residuos</w:t>
      </w:r>
      <w:proofErr w:type="gramEnd"/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t xml:space="preserve"> sólidos:</w:t>
      </w: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4"/>
          <w:szCs w:val="24"/>
          <w:lang w:eastAsia="es-AR"/>
        </w:rPr>
      </w:pPr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t xml:space="preserve">ESPECIFICACIONES TÉCNICAS: </w:t>
      </w:r>
      <w:r>
        <w:rPr>
          <w:rFonts w:ascii="ArialMT" w:eastAsia="Times New Roman" w:hAnsi="ArialMT" w:cs="ArialMT"/>
          <w:sz w:val="24"/>
          <w:szCs w:val="24"/>
          <w:lang w:eastAsia="es-AR"/>
        </w:rPr>
        <w:t>servicio de recolección, traslado y</w:t>
      </w: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4"/>
          <w:szCs w:val="24"/>
          <w:lang w:eastAsia="es-AR"/>
        </w:rPr>
      </w:pPr>
      <w:proofErr w:type="gramStart"/>
      <w:r>
        <w:rPr>
          <w:rFonts w:ascii="ArialMT" w:eastAsia="Times New Roman" w:hAnsi="ArialMT" w:cs="ArialMT"/>
          <w:sz w:val="24"/>
          <w:szCs w:val="24"/>
          <w:lang w:eastAsia="es-AR"/>
        </w:rPr>
        <w:t>tratamiento</w:t>
      </w:r>
      <w:proofErr w:type="gramEnd"/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 de residuos patogénicos sólidos, de 7 (siete) cajas de 10 </w:t>
      </w:r>
      <w:proofErr w:type="spellStart"/>
      <w:r>
        <w:rPr>
          <w:rFonts w:ascii="ArialMT" w:eastAsia="Times New Roman" w:hAnsi="ArialMT" w:cs="ArialMT"/>
          <w:sz w:val="24"/>
          <w:szCs w:val="24"/>
          <w:lang w:eastAsia="es-AR"/>
        </w:rPr>
        <w:t>kgs</w:t>
      </w:r>
      <w:proofErr w:type="spellEnd"/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. </w:t>
      </w:r>
      <w:proofErr w:type="gramStart"/>
      <w:r>
        <w:rPr>
          <w:rFonts w:ascii="ArialMT" w:eastAsia="Times New Roman" w:hAnsi="ArialMT" w:cs="ArialMT"/>
          <w:sz w:val="24"/>
          <w:szCs w:val="24"/>
          <w:lang w:eastAsia="es-AR"/>
        </w:rPr>
        <w:t>c/u</w:t>
      </w:r>
      <w:proofErr w:type="gramEnd"/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4"/>
          <w:szCs w:val="24"/>
          <w:lang w:eastAsia="es-AR"/>
        </w:rPr>
      </w:pPr>
      <w:r>
        <w:rPr>
          <w:rFonts w:ascii="ArialMT" w:eastAsia="Times New Roman" w:hAnsi="ArialMT" w:cs="ArialMT"/>
          <w:sz w:val="24"/>
          <w:szCs w:val="24"/>
          <w:lang w:eastAsia="es-AR"/>
        </w:rPr>
        <w:t>(</w:t>
      </w:r>
      <w:proofErr w:type="gramStart"/>
      <w:r>
        <w:rPr>
          <w:rFonts w:ascii="ArialMT" w:eastAsia="Times New Roman" w:hAnsi="ArialMT" w:cs="ArialMT"/>
          <w:sz w:val="24"/>
          <w:szCs w:val="24"/>
          <w:lang w:eastAsia="es-AR"/>
        </w:rPr>
        <w:t>una</w:t>
      </w:r>
      <w:proofErr w:type="gramEnd"/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 incluida en abono y seis excedentes), con sus respectivas bolsas rojas de</w:t>
      </w:r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 </w:t>
      </w:r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120 micrones y precintos de seguridad por mes, con </w:t>
      </w:r>
      <w:r>
        <w:rPr>
          <w:rFonts w:ascii="ArialMT" w:eastAsia="Times New Roman" w:hAnsi="ArialMT" w:cs="ArialMT"/>
          <w:sz w:val="24"/>
          <w:szCs w:val="24"/>
          <w:lang w:eastAsia="es-AR"/>
        </w:rPr>
        <w:t>frecuencia</w:t>
      </w:r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 de retiro mensual.</w:t>
      </w: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4"/>
          <w:szCs w:val="24"/>
          <w:lang w:eastAsia="es-AR"/>
        </w:rPr>
      </w:pPr>
      <w:r>
        <w:rPr>
          <w:rFonts w:ascii="ArialMT" w:eastAsia="Times New Roman" w:hAnsi="ArialMT" w:cs="ArialMT"/>
          <w:sz w:val="24"/>
          <w:szCs w:val="24"/>
          <w:lang w:eastAsia="es-AR"/>
        </w:rPr>
        <w:t>El lugar de retiro será la sede del Instituto de Investigación Criminal y Ciencias</w:t>
      </w:r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 </w:t>
      </w:r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Forenses Región Norte sito en </w:t>
      </w:r>
      <w:proofErr w:type="spellStart"/>
      <w:r>
        <w:rPr>
          <w:rFonts w:ascii="ArialMT" w:eastAsia="Times New Roman" w:hAnsi="ArialMT" w:cs="ArialMT"/>
          <w:sz w:val="24"/>
          <w:szCs w:val="24"/>
          <w:lang w:eastAsia="es-AR"/>
        </w:rPr>
        <w:t>Cdte</w:t>
      </w:r>
      <w:proofErr w:type="spellEnd"/>
      <w:r>
        <w:rPr>
          <w:rFonts w:ascii="ArialMT" w:eastAsia="Times New Roman" w:hAnsi="ArialMT" w:cs="ArialMT"/>
          <w:sz w:val="24"/>
          <w:szCs w:val="24"/>
          <w:lang w:eastAsia="es-AR"/>
        </w:rPr>
        <w:t>. Escribano n°226 de Junín. La fecha de retiro</w:t>
      </w:r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 </w:t>
      </w:r>
      <w:r>
        <w:rPr>
          <w:rFonts w:ascii="ArialMT" w:eastAsia="Times New Roman" w:hAnsi="ArialMT" w:cs="ArialMT"/>
          <w:sz w:val="24"/>
          <w:szCs w:val="24"/>
          <w:lang w:eastAsia="es-AR"/>
        </w:rPr>
        <w:t>de cada mes será coordinada según conveniencia.</w:t>
      </w: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4"/>
          <w:szCs w:val="24"/>
          <w:lang w:eastAsia="es-AR"/>
        </w:rPr>
      </w:pPr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t xml:space="preserve">MARCA: </w:t>
      </w:r>
      <w:r>
        <w:rPr>
          <w:rFonts w:ascii="ArialMT" w:eastAsia="Times New Roman" w:hAnsi="ArialMT" w:cs="ArialMT"/>
          <w:sz w:val="24"/>
          <w:szCs w:val="24"/>
          <w:lang w:eastAsia="es-AR"/>
        </w:rPr>
        <w:t>indistinto.</w:t>
      </w: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</w:pP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</w:pP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</w:pPr>
      <w:proofErr w:type="gramStart"/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t>2 )</w:t>
      </w:r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t>Residuos</w:t>
      </w:r>
      <w:proofErr w:type="gramEnd"/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t xml:space="preserve"> líquidos:</w:t>
      </w: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4"/>
          <w:szCs w:val="24"/>
          <w:lang w:eastAsia="es-AR"/>
        </w:rPr>
      </w:pPr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t xml:space="preserve">ESPECIFICACIONES TÉCNICAS: </w:t>
      </w:r>
      <w:r>
        <w:rPr>
          <w:rFonts w:ascii="ArialMT" w:eastAsia="Times New Roman" w:hAnsi="ArialMT" w:cs="ArialMT"/>
          <w:sz w:val="24"/>
          <w:szCs w:val="24"/>
          <w:lang w:eastAsia="es-AR"/>
        </w:rPr>
        <w:t>servicio de recolección de 2.000 litros de</w:t>
      </w: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4"/>
          <w:szCs w:val="24"/>
          <w:lang w:eastAsia="es-AR"/>
        </w:rPr>
      </w:pPr>
      <w:proofErr w:type="gramStart"/>
      <w:r>
        <w:rPr>
          <w:rFonts w:ascii="ArialMT" w:eastAsia="Times New Roman" w:hAnsi="ArialMT" w:cs="ArialMT"/>
          <w:sz w:val="24"/>
          <w:szCs w:val="24"/>
          <w:lang w:eastAsia="es-AR"/>
        </w:rPr>
        <w:t>residuos</w:t>
      </w:r>
      <w:proofErr w:type="gramEnd"/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 especiales líquidos para termo destrucción, transporte a planta,</w:t>
      </w:r>
    </w:p>
    <w:p w:rsidR="008A6848" w:rsidRDefault="008A6848" w:rsidP="008A6848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sz w:val="24"/>
          <w:szCs w:val="24"/>
          <w:lang w:eastAsia="es-AR"/>
        </w:rPr>
      </w:pPr>
      <w:proofErr w:type="gramStart"/>
      <w:r>
        <w:rPr>
          <w:rFonts w:ascii="ArialMT" w:eastAsia="Times New Roman" w:hAnsi="ArialMT" w:cs="ArialMT"/>
          <w:sz w:val="24"/>
          <w:szCs w:val="24"/>
          <w:lang w:eastAsia="es-AR"/>
        </w:rPr>
        <w:t>incineración</w:t>
      </w:r>
      <w:proofErr w:type="gramEnd"/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 y disposición final de los líquidos biológicos y/o ácidos y/o solventes</w:t>
      </w:r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 </w:t>
      </w:r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contenidos en los tanques cisternas soterrados en el predio de </w:t>
      </w:r>
      <w:proofErr w:type="spellStart"/>
      <w:r>
        <w:rPr>
          <w:rFonts w:ascii="ArialMT" w:eastAsia="Times New Roman" w:hAnsi="ArialMT" w:cs="ArialMT"/>
          <w:sz w:val="24"/>
          <w:szCs w:val="24"/>
          <w:lang w:eastAsia="es-AR"/>
        </w:rPr>
        <w:t>Cdte</w:t>
      </w:r>
      <w:proofErr w:type="spellEnd"/>
      <w:r>
        <w:rPr>
          <w:rFonts w:ascii="ArialMT" w:eastAsia="Times New Roman" w:hAnsi="ArialMT" w:cs="ArialMT"/>
          <w:sz w:val="24"/>
          <w:szCs w:val="24"/>
          <w:lang w:eastAsia="es-AR"/>
        </w:rPr>
        <w:t>. Escribano</w:t>
      </w:r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 N</w:t>
      </w:r>
      <w:r>
        <w:rPr>
          <w:rFonts w:ascii="ArialMT" w:eastAsia="Times New Roman" w:hAnsi="ArialMT" w:cs="ArialMT"/>
          <w:sz w:val="24"/>
          <w:szCs w:val="24"/>
          <w:lang w:eastAsia="es-AR"/>
        </w:rPr>
        <w:t>°226 de Junín, con frecuencia de retiro en dos veces. La fecha de retiro será</w:t>
      </w:r>
      <w:r>
        <w:rPr>
          <w:rFonts w:ascii="ArialMT" w:eastAsia="Times New Roman" w:hAnsi="ArialMT" w:cs="ArialMT"/>
          <w:sz w:val="24"/>
          <w:szCs w:val="24"/>
          <w:lang w:eastAsia="es-AR"/>
        </w:rPr>
        <w:t xml:space="preserve"> </w:t>
      </w:r>
      <w:bookmarkStart w:id="0" w:name="_GoBack"/>
      <w:bookmarkEnd w:id="0"/>
      <w:r>
        <w:rPr>
          <w:rFonts w:ascii="ArialMT" w:eastAsia="Times New Roman" w:hAnsi="ArialMT" w:cs="ArialMT"/>
          <w:sz w:val="24"/>
          <w:szCs w:val="24"/>
          <w:lang w:eastAsia="es-AR"/>
        </w:rPr>
        <w:t>coordinada según conveniencia.</w:t>
      </w:r>
    </w:p>
    <w:p w:rsidR="00514F5C" w:rsidRDefault="008A6848" w:rsidP="008A6848">
      <w:pPr>
        <w:jc w:val="both"/>
      </w:pPr>
      <w:r>
        <w:rPr>
          <w:rFonts w:ascii="Arial-BoldMT" w:eastAsia="Times New Roman" w:hAnsi="Arial-BoldMT" w:cs="Arial-BoldMT"/>
          <w:b/>
          <w:bCs/>
          <w:sz w:val="24"/>
          <w:szCs w:val="24"/>
          <w:lang w:eastAsia="es-AR"/>
        </w:rPr>
        <w:t xml:space="preserve">MARCA: </w:t>
      </w:r>
      <w:r>
        <w:rPr>
          <w:rFonts w:ascii="ArialMT" w:eastAsia="Times New Roman" w:hAnsi="ArialMT" w:cs="ArialMT"/>
          <w:sz w:val="24"/>
          <w:szCs w:val="24"/>
          <w:lang w:eastAsia="es-AR"/>
        </w:rPr>
        <w:t>indistinto.</w:t>
      </w:r>
    </w:p>
    <w:sectPr w:rsidR="00514F5C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6A2" w:rsidRDefault="005066A2">
      <w:r>
        <w:separator/>
      </w:r>
    </w:p>
  </w:endnote>
  <w:endnote w:type="continuationSeparator" w:id="0">
    <w:p w:rsidR="005066A2" w:rsidRDefault="0050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6A2" w:rsidRDefault="005066A2">
      <w:r>
        <w:separator/>
      </w:r>
    </w:p>
  </w:footnote>
  <w:footnote w:type="continuationSeparator" w:id="0">
    <w:p w:rsidR="005066A2" w:rsidRDefault="00506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6C6" w:rsidRDefault="00127E6A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2526F7"/>
    <w:multiLevelType w:val="hybridMultilevel"/>
    <w:tmpl w:val="0ED0984E"/>
    <w:lvl w:ilvl="0" w:tplc="2C0A000B">
      <w:start w:val="1"/>
      <w:numFmt w:val="bullet"/>
      <w:lvlText w:val=""/>
      <w:lvlJc w:val="left"/>
      <w:pPr>
        <w:ind w:left="3966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828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900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9726" w:hanging="360"/>
      </w:pPr>
      <w:rPr>
        <w:rFonts w:ascii="Wingdings" w:hAnsi="Wingdings" w:hint="default"/>
      </w:rPr>
    </w:lvl>
  </w:abstractNum>
  <w:abstractNum w:abstractNumId="1">
    <w:nsid w:val="51F3302B"/>
    <w:multiLevelType w:val="hybridMultilevel"/>
    <w:tmpl w:val="0CA4371C"/>
    <w:lvl w:ilvl="0" w:tplc="2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2C0A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2" w:tplc="2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631C6B42"/>
    <w:multiLevelType w:val="hybridMultilevel"/>
    <w:tmpl w:val="1F1842D2"/>
    <w:lvl w:ilvl="0" w:tplc="2C0A000B">
      <w:start w:val="1"/>
      <w:numFmt w:val="bullet"/>
      <w:lvlText w:val=""/>
      <w:lvlJc w:val="left"/>
      <w:pPr>
        <w:ind w:left="3663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98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870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9423" w:hanging="360"/>
      </w:pPr>
      <w:rPr>
        <w:rFonts w:ascii="Wingdings" w:hAnsi="Wingdings" w:hint="default"/>
      </w:rPr>
    </w:lvl>
  </w:abstractNum>
  <w:abstractNum w:abstractNumId="3">
    <w:nsid w:val="764202DD"/>
    <w:multiLevelType w:val="hybridMultilevel"/>
    <w:tmpl w:val="FC866712"/>
    <w:lvl w:ilvl="0" w:tplc="2C0A000F">
      <w:start w:val="1"/>
      <w:numFmt w:val="decimal"/>
      <w:lvlText w:val="%1."/>
      <w:lvlJc w:val="left"/>
      <w:pPr>
        <w:ind w:left="1845" w:hanging="360"/>
      </w:pPr>
    </w:lvl>
    <w:lvl w:ilvl="1" w:tplc="2C0A0019" w:tentative="1">
      <w:start w:val="1"/>
      <w:numFmt w:val="lowerLetter"/>
      <w:lvlText w:val="%2."/>
      <w:lvlJc w:val="left"/>
      <w:pPr>
        <w:ind w:left="2565" w:hanging="360"/>
      </w:pPr>
    </w:lvl>
    <w:lvl w:ilvl="2" w:tplc="2C0A001B" w:tentative="1">
      <w:start w:val="1"/>
      <w:numFmt w:val="lowerRoman"/>
      <w:lvlText w:val="%3."/>
      <w:lvlJc w:val="right"/>
      <w:pPr>
        <w:ind w:left="3285" w:hanging="180"/>
      </w:pPr>
    </w:lvl>
    <w:lvl w:ilvl="3" w:tplc="2C0A000F" w:tentative="1">
      <w:start w:val="1"/>
      <w:numFmt w:val="decimal"/>
      <w:lvlText w:val="%4."/>
      <w:lvlJc w:val="left"/>
      <w:pPr>
        <w:ind w:left="4005" w:hanging="360"/>
      </w:pPr>
    </w:lvl>
    <w:lvl w:ilvl="4" w:tplc="2C0A0019" w:tentative="1">
      <w:start w:val="1"/>
      <w:numFmt w:val="lowerLetter"/>
      <w:lvlText w:val="%5."/>
      <w:lvlJc w:val="left"/>
      <w:pPr>
        <w:ind w:left="4725" w:hanging="360"/>
      </w:pPr>
    </w:lvl>
    <w:lvl w:ilvl="5" w:tplc="2C0A001B" w:tentative="1">
      <w:start w:val="1"/>
      <w:numFmt w:val="lowerRoman"/>
      <w:lvlText w:val="%6."/>
      <w:lvlJc w:val="right"/>
      <w:pPr>
        <w:ind w:left="5445" w:hanging="180"/>
      </w:pPr>
    </w:lvl>
    <w:lvl w:ilvl="6" w:tplc="2C0A000F" w:tentative="1">
      <w:start w:val="1"/>
      <w:numFmt w:val="decimal"/>
      <w:lvlText w:val="%7."/>
      <w:lvlJc w:val="left"/>
      <w:pPr>
        <w:ind w:left="6165" w:hanging="360"/>
      </w:pPr>
    </w:lvl>
    <w:lvl w:ilvl="7" w:tplc="2C0A0019" w:tentative="1">
      <w:start w:val="1"/>
      <w:numFmt w:val="lowerLetter"/>
      <w:lvlText w:val="%8."/>
      <w:lvlJc w:val="left"/>
      <w:pPr>
        <w:ind w:left="6885" w:hanging="360"/>
      </w:pPr>
    </w:lvl>
    <w:lvl w:ilvl="8" w:tplc="2C0A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4">
    <w:nsid w:val="7FE601D9"/>
    <w:multiLevelType w:val="hybridMultilevel"/>
    <w:tmpl w:val="36F6C5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+EiCrknPTwbfi0/U2G+ugcFq4qIjrsLH9eMhEvNXf1Pqbkh/R+jMV3QWOYTbJLLnfwRVYNAfo24WhUiwuDmhA==" w:salt="5oBcrbnncseK8hl0hEtU+w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6A"/>
    <w:rsid w:val="00003AAC"/>
    <w:rsid w:val="00011336"/>
    <w:rsid w:val="000437A6"/>
    <w:rsid w:val="00053F92"/>
    <w:rsid w:val="00086385"/>
    <w:rsid w:val="0009400B"/>
    <w:rsid w:val="000A079C"/>
    <w:rsid w:val="000A1503"/>
    <w:rsid w:val="000D03AF"/>
    <w:rsid w:val="000E7926"/>
    <w:rsid w:val="00100B34"/>
    <w:rsid w:val="00105F5F"/>
    <w:rsid w:val="00127E6A"/>
    <w:rsid w:val="001652BD"/>
    <w:rsid w:val="00190C9B"/>
    <w:rsid w:val="001D793E"/>
    <w:rsid w:val="002245A4"/>
    <w:rsid w:val="00263E81"/>
    <w:rsid w:val="00276478"/>
    <w:rsid w:val="002A3D4E"/>
    <w:rsid w:val="002A53D9"/>
    <w:rsid w:val="002D1CC5"/>
    <w:rsid w:val="002F135A"/>
    <w:rsid w:val="00334D79"/>
    <w:rsid w:val="003852D4"/>
    <w:rsid w:val="003D482A"/>
    <w:rsid w:val="00405560"/>
    <w:rsid w:val="004058E8"/>
    <w:rsid w:val="00413C5C"/>
    <w:rsid w:val="00414A05"/>
    <w:rsid w:val="00485BF1"/>
    <w:rsid w:val="005066A2"/>
    <w:rsid w:val="00514F5C"/>
    <w:rsid w:val="00541551"/>
    <w:rsid w:val="005510CB"/>
    <w:rsid w:val="005A168D"/>
    <w:rsid w:val="005C7DBB"/>
    <w:rsid w:val="00600E98"/>
    <w:rsid w:val="00611747"/>
    <w:rsid w:val="00616170"/>
    <w:rsid w:val="00680BD0"/>
    <w:rsid w:val="006817FE"/>
    <w:rsid w:val="0068212E"/>
    <w:rsid w:val="00682DB3"/>
    <w:rsid w:val="006C753B"/>
    <w:rsid w:val="006D157F"/>
    <w:rsid w:val="006F6AC0"/>
    <w:rsid w:val="0072601E"/>
    <w:rsid w:val="00730B75"/>
    <w:rsid w:val="00750DE4"/>
    <w:rsid w:val="007B0C71"/>
    <w:rsid w:val="007B7D9B"/>
    <w:rsid w:val="007C41D2"/>
    <w:rsid w:val="007E7E25"/>
    <w:rsid w:val="00804DA6"/>
    <w:rsid w:val="00837BD8"/>
    <w:rsid w:val="00862F2E"/>
    <w:rsid w:val="008A00BC"/>
    <w:rsid w:val="008A6848"/>
    <w:rsid w:val="008C4E5D"/>
    <w:rsid w:val="008D194D"/>
    <w:rsid w:val="008D728A"/>
    <w:rsid w:val="008E0D14"/>
    <w:rsid w:val="00903228"/>
    <w:rsid w:val="0092278F"/>
    <w:rsid w:val="00934332"/>
    <w:rsid w:val="00965EF2"/>
    <w:rsid w:val="0098288D"/>
    <w:rsid w:val="00993883"/>
    <w:rsid w:val="00995B20"/>
    <w:rsid w:val="009D6D3A"/>
    <w:rsid w:val="009E6188"/>
    <w:rsid w:val="00A06A16"/>
    <w:rsid w:val="00A53694"/>
    <w:rsid w:val="00A6581C"/>
    <w:rsid w:val="00A82A05"/>
    <w:rsid w:val="00A83EF0"/>
    <w:rsid w:val="00AD454A"/>
    <w:rsid w:val="00AE48B2"/>
    <w:rsid w:val="00AF2B96"/>
    <w:rsid w:val="00B06E58"/>
    <w:rsid w:val="00B111E9"/>
    <w:rsid w:val="00B20CD4"/>
    <w:rsid w:val="00B255F8"/>
    <w:rsid w:val="00B40E72"/>
    <w:rsid w:val="00B5080B"/>
    <w:rsid w:val="00B64F26"/>
    <w:rsid w:val="00B676C6"/>
    <w:rsid w:val="00B82792"/>
    <w:rsid w:val="00B90309"/>
    <w:rsid w:val="00BA17B0"/>
    <w:rsid w:val="00BA3CE9"/>
    <w:rsid w:val="00BB409A"/>
    <w:rsid w:val="00BD0EAE"/>
    <w:rsid w:val="00BE6BF4"/>
    <w:rsid w:val="00C2724D"/>
    <w:rsid w:val="00C53472"/>
    <w:rsid w:val="00C754CC"/>
    <w:rsid w:val="00CE012E"/>
    <w:rsid w:val="00CE7DCE"/>
    <w:rsid w:val="00CF3D28"/>
    <w:rsid w:val="00D2079B"/>
    <w:rsid w:val="00D21DA4"/>
    <w:rsid w:val="00D45693"/>
    <w:rsid w:val="00D501F5"/>
    <w:rsid w:val="00D530FD"/>
    <w:rsid w:val="00DC19B3"/>
    <w:rsid w:val="00DE5C64"/>
    <w:rsid w:val="00E01FBE"/>
    <w:rsid w:val="00E10F82"/>
    <w:rsid w:val="00E1730F"/>
    <w:rsid w:val="00E27E96"/>
    <w:rsid w:val="00E437E3"/>
    <w:rsid w:val="00E47A88"/>
    <w:rsid w:val="00E863A1"/>
    <w:rsid w:val="00EB05DD"/>
    <w:rsid w:val="00EC0EAF"/>
    <w:rsid w:val="00ED265A"/>
    <w:rsid w:val="00ED456D"/>
    <w:rsid w:val="00F133E8"/>
    <w:rsid w:val="00F50217"/>
    <w:rsid w:val="00FB15B5"/>
    <w:rsid w:val="00FC294D"/>
    <w:rsid w:val="00FE1928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3BE53-760C-4F88-B07C-08907F46A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DB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5510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5510CB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1D7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esta\Downloads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994F2-6A07-45E1-B378-D7C987CD3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Plantilla_Procuracion-MSWord.dot</Template>
  <TotalTime>3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Nadina Lesta</dc:creator>
  <cp:keywords/>
  <dc:description/>
  <cp:lastModifiedBy>Marcela Nadina Lesta</cp:lastModifiedBy>
  <cp:revision>3</cp:revision>
  <cp:lastPrinted>2025-05-29T14:14:00Z</cp:lastPrinted>
  <dcterms:created xsi:type="dcterms:W3CDTF">2025-12-05T16:19:00Z</dcterms:created>
  <dcterms:modified xsi:type="dcterms:W3CDTF">2025-12-05T16:22:00Z</dcterms:modified>
</cp:coreProperties>
</file>